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</w:t>
      </w:r>
      <w:r w:rsidR="000E0D94">
        <w:rPr>
          <w:rFonts w:asciiTheme="minorHAnsi" w:hAnsiTheme="minorHAnsi"/>
          <w:b/>
          <w:color w:val="auto"/>
        </w:rPr>
        <w:t>o</w:t>
      </w:r>
      <w:r w:rsidRPr="00CD7B85">
        <w:rPr>
          <w:rFonts w:asciiTheme="minorHAnsi" w:hAnsiTheme="minorHAnsi"/>
          <w:b/>
          <w:color w:val="auto"/>
        </w:rPr>
        <w:t>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B53D20">
        <w:rPr>
          <w:rFonts w:asciiTheme="minorHAnsi" w:hAnsiTheme="minorHAnsi"/>
          <w:sz w:val="22"/>
          <w:szCs w:val="22"/>
        </w:rPr>
        <w:t>de uvedené požadavky na ele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</w:t>
      </w:r>
      <w:r w:rsidR="00D937DE">
        <w:rPr>
          <w:rFonts w:asciiTheme="minorHAnsi" w:hAnsiTheme="minorHAnsi"/>
          <w:sz w:val="22"/>
          <w:szCs w:val="22"/>
        </w:rPr>
        <w:t>o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 xml:space="preserve">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7ED2" w:rsidRDefault="00DA7ED2" w:rsidP="00C1162E"/>
    <w:p w:rsidR="00DA7ED2" w:rsidRDefault="00DA7ED2" w:rsidP="00C1162E"/>
    <w:p w:rsidR="00DA7ED2" w:rsidRDefault="00DA7ED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0E0D94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937DE"/>
    <w:rsid w:val="00DA5F20"/>
    <w:rsid w:val="00DA7ED2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BE8AC4F-AD98-4779-AAE8-33724806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87A2447.dotm</Template>
  <TotalTime>70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11</cp:revision>
  <cp:lastPrinted>2023-01-11T11:54:00Z</cp:lastPrinted>
  <dcterms:created xsi:type="dcterms:W3CDTF">2022-03-09T11:11:00Z</dcterms:created>
  <dcterms:modified xsi:type="dcterms:W3CDTF">2026-01-15T06:30:00Z</dcterms:modified>
</cp:coreProperties>
</file>